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D1E" w:rsidRDefault="00B85D1E">
      <w:pPr>
        <w:rPr>
          <w:sz w:val="6"/>
        </w:rPr>
      </w:pPr>
    </w:p>
    <w:p w:rsidR="0058105B" w:rsidRPr="00B85D1E" w:rsidRDefault="0058105B">
      <w:pPr>
        <w:rPr>
          <w:sz w:val="6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08"/>
        <w:gridCol w:w="4428"/>
        <w:gridCol w:w="392"/>
        <w:gridCol w:w="175"/>
        <w:gridCol w:w="250"/>
        <w:gridCol w:w="4394"/>
        <w:gridCol w:w="76"/>
      </w:tblGrid>
      <w:tr w:rsidR="0041200B" w:rsidRPr="00F75D89" w:rsidTr="00F229EF">
        <w:tc>
          <w:tcPr>
            <w:tcW w:w="4536" w:type="dxa"/>
            <w:gridSpan w:val="2"/>
            <w:vAlign w:val="center"/>
          </w:tcPr>
          <w:p w:rsidR="0041200B" w:rsidRPr="00464664" w:rsidRDefault="00973EF9" w:rsidP="006D5977">
            <w:pPr>
              <w:spacing w:line="300" w:lineRule="exact"/>
              <w:ind w:right="351"/>
              <w:jc w:val="center"/>
              <w:rPr>
                <w:b/>
                <w:sz w:val="28"/>
                <w:szCs w:val="28"/>
              </w:rPr>
            </w:pPr>
            <w:r w:rsidRPr="00464664">
              <w:rPr>
                <w:sz w:val="28"/>
                <w:szCs w:val="28"/>
              </w:rPr>
              <w:t xml:space="preserve">МИНИСТЕРСТВО </w:t>
            </w:r>
            <w:r w:rsidR="006D5977">
              <w:rPr>
                <w:sz w:val="28"/>
                <w:szCs w:val="28"/>
              </w:rPr>
              <w:t>СПОРТА</w:t>
            </w:r>
            <w:r w:rsidRPr="00464664">
              <w:rPr>
                <w:sz w:val="28"/>
                <w:szCs w:val="28"/>
              </w:rPr>
              <w:t xml:space="preserve"> РЕСПУБЛИКИ ТАТАРСТАН</w:t>
            </w:r>
          </w:p>
        </w:tc>
        <w:tc>
          <w:tcPr>
            <w:tcW w:w="817" w:type="dxa"/>
            <w:gridSpan w:val="3"/>
            <w:vAlign w:val="center"/>
          </w:tcPr>
          <w:p w:rsidR="0041200B" w:rsidRPr="00FB716C" w:rsidRDefault="00986E01" w:rsidP="008540C9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 wp14:anchorId="570C1BB1" wp14:editId="068F4339">
                  <wp:simplePos x="0" y="0"/>
                  <wp:positionH relativeFrom="column">
                    <wp:posOffset>-190500</wp:posOffset>
                  </wp:positionH>
                  <wp:positionV relativeFrom="paragraph">
                    <wp:posOffset>-8255</wp:posOffset>
                  </wp:positionV>
                  <wp:extent cx="721360" cy="730885"/>
                  <wp:effectExtent l="0" t="0" r="2540" b="0"/>
                  <wp:wrapNone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360" cy="7308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70" w:type="dxa"/>
            <w:gridSpan w:val="2"/>
            <w:vAlign w:val="center"/>
          </w:tcPr>
          <w:p w:rsidR="0034676F" w:rsidRPr="00F2216A" w:rsidRDefault="00973EF9" w:rsidP="0034676F">
            <w:pPr>
              <w:spacing w:line="300" w:lineRule="exact"/>
              <w:ind w:left="317" w:right="-174"/>
              <w:rPr>
                <w:sz w:val="28"/>
                <w:szCs w:val="28"/>
              </w:rPr>
            </w:pPr>
            <w:r w:rsidRPr="0034676F">
              <w:rPr>
                <w:sz w:val="28"/>
                <w:szCs w:val="28"/>
              </w:rPr>
              <w:t>ТАТАРСТАН РЕСПУБЛИКАСЫ</w:t>
            </w:r>
            <w:r w:rsidR="00146D9B" w:rsidRPr="0034676F">
              <w:rPr>
                <w:sz w:val="28"/>
                <w:szCs w:val="28"/>
              </w:rPr>
              <w:t xml:space="preserve"> </w:t>
            </w:r>
          </w:p>
          <w:p w:rsidR="0041200B" w:rsidRPr="00FB716C" w:rsidRDefault="00973EF9" w:rsidP="0034676F">
            <w:pPr>
              <w:spacing w:line="300" w:lineRule="exact"/>
              <w:ind w:left="317" w:right="-174"/>
              <w:jc w:val="center"/>
              <w:rPr>
                <w:b/>
                <w:spacing w:val="-6"/>
                <w:sz w:val="28"/>
                <w:szCs w:val="28"/>
              </w:rPr>
            </w:pPr>
            <w:r w:rsidRPr="0034676F">
              <w:rPr>
                <w:sz w:val="28"/>
                <w:szCs w:val="28"/>
              </w:rPr>
              <w:t xml:space="preserve">СПОРТ </w:t>
            </w:r>
            <w:r w:rsidR="000E65F2" w:rsidRPr="0034676F">
              <w:rPr>
                <w:sz w:val="28"/>
                <w:szCs w:val="28"/>
              </w:rPr>
              <w:t>М</w:t>
            </w:r>
            <w:r w:rsidRPr="0034676F">
              <w:rPr>
                <w:sz w:val="28"/>
                <w:szCs w:val="28"/>
              </w:rPr>
              <w:t>ИНИСТРЛЫГЫ</w:t>
            </w:r>
          </w:p>
        </w:tc>
      </w:tr>
      <w:tr w:rsidR="007E5571" w:rsidRPr="00F75D89" w:rsidTr="004F75C4">
        <w:tc>
          <w:tcPr>
            <w:tcW w:w="4536" w:type="dxa"/>
            <w:gridSpan w:val="2"/>
          </w:tcPr>
          <w:p w:rsidR="007E5571" w:rsidRPr="00F75D89" w:rsidRDefault="007E5571" w:rsidP="007E5571">
            <w:pPr>
              <w:ind w:left="-100"/>
              <w:jc w:val="center"/>
              <w:rPr>
                <w:b/>
                <w:sz w:val="8"/>
                <w:szCs w:val="10"/>
              </w:rPr>
            </w:pPr>
          </w:p>
        </w:tc>
        <w:tc>
          <w:tcPr>
            <w:tcW w:w="817" w:type="dxa"/>
            <w:gridSpan w:val="3"/>
          </w:tcPr>
          <w:p w:rsidR="007E5571" w:rsidRPr="00F75D89" w:rsidRDefault="007E5571" w:rsidP="004F75C4">
            <w:pPr>
              <w:ind w:right="-108"/>
              <w:jc w:val="center"/>
              <w:rPr>
                <w:sz w:val="8"/>
                <w:szCs w:val="10"/>
              </w:rPr>
            </w:pPr>
          </w:p>
        </w:tc>
        <w:tc>
          <w:tcPr>
            <w:tcW w:w="4470" w:type="dxa"/>
            <w:gridSpan w:val="2"/>
          </w:tcPr>
          <w:p w:rsidR="007E5571" w:rsidRPr="00F75D89" w:rsidRDefault="007E5571" w:rsidP="007E5571">
            <w:pPr>
              <w:ind w:left="-70" w:right="-32"/>
              <w:jc w:val="center"/>
              <w:rPr>
                <w:b/>
                <w:sz w:val="8"/>
                <w:szCs w:val="10"/>
              </w:rPr>
            </w:pPr>
          </w:p>
        </w:tc>
      </w:tr>
      <w:tr w:rsidR="00ED52E4" w:rsidRPr="00F75D89" w:rsidTr="00F229EF">
        <w:tc>
          <w:tcPr>
            <w:tcW w:w="4536" w:type="dxa"/>
            <w:gridSpan w:val="2"/>
            <w:vAlign w:val="center"/>
          </w:tcPr>
          <w:p w:rsidR="00ED52E4" w:rsidRDefault="00673CD5" w:rsidP="0034676F">
            <w:pPr>
              <w:spacing w:line="220" w:lineRule="exact"/>
              <w:ind w:left="-100" w:right="492"/>
              <w:jc w:val="center"/>
              <w:rPr>
                <w:spacing w:val="-6"/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>ул.</w:t>
            </w:r>
            <w:r w:rsidR="00ED52E4" w:rsidRPr="00D030BF">
              <w:rPr>
                <w:spacing w:val="-6"/>
                <w:sz w:val="20"/>
                <w:szCs w:val="20"/>
              </w:rPr>
              <w:t xml:space="preserve">Петербургская, </w:t>
            </w:r>
            <w:r>
              <w:rPr>
                <w:spacing w:val="-6"/>
                <w:sz w:val="20"/>
                <w:szCs w:val="20"/>
              </w:rPr>
              <w:t>д.</w:t>
            </w:r>
            <w:r w:rsidR="00ED52E4" w:rsidRPr="00D030BF">
              <w:rPr>
                <w:spacing w:val="-6"/>
                <w:sz w:val="20"/>
                <w:szCs w:val="20"/>
              </w:rPr>
              <w:t xml:space="preserve">12, </w:t>
            </w:r>
          </w:p>
          <w:p w:rsidR="00ED52E4" w:rsidRDefault="00ED52E4" w:rsidP="0034676F">
            <w:pPr>
              <w:spacing w:line="220" w:lineRule="exact"/>
              <w:ind w:left="-100" w:right="492"/>
              <w:jc w:val="center"/>
              <w:rPr>
                <w:noProof/>
              </w:rPr>
            </w:pPr>
            <w:r w:rsidRPr="00D030BF">
              <w:rPr>
                <w:spacing w:val="-6"/>
                <w:sz w:val="20"/>
                <w:szCs w:val="20"/>
                <w:lang w:val="tt-RU"/>
              </w:rPr>
              <w:t>г</w:t>
            </w:r>
            <w:r w:rsidR="00673CD5">
              <w:rPr>
                <w:spacing w:val="-6"/>
                <w:sz w:val="20"/>
                <w:szCs w:val="20"/>
              </w:rPr>
              <w:t>.</w:t>
            </w:r>
            <w:r w:rsidRPr="00D030BF">
              <w:rPr>
                <w:spacing w:val="-6"/>
                <w:sz w:val="20"/>
                <w:szCs w:val="20"/>
                <w:lang w:val="tt-RU"/>
              </w:rPr>
              <w:t>Казан</w:t>
            </w:r>
            <w:r w:rsidRPr="00D030BF">
              <w:rPr>
                <w:spacing w:val="-6"/>
                <w:sz w:val="20"/>
                <w:szCs w:val="20"/>
              </w:rPr>
              <w:t>ь, 420107</w:t>
            </w:r>
          </w:p>
        </w:tc>
        <w:tc>
          <w:tcPr>
            <w:tcW w:w="817" w:type="dxa"/>
            <w:gridSpan w:val="3"/>
            <w:vAlign w:val="center"/>
          </w:tcPr>
          <w:p w:rsidR="00ED52E4" w:rsidRPr="00FB716C" w:rsidRDefault="00ED52E4" w:rsidP="00E36E8B">
            <w:pPr>
              <w:spacing w:line="220" w:lineRule="exact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4470" w:type="dxa"/>
            <w:gridSpan w:val="2"/>
            <w:vAlign w:val="center"/>
          </w:tcPr>
          <w:p w:rsidR="00ED52E4" w:rsidRDefault="00ED52E4" w:rsidP="0034676F">
            <w:pPr>
              <w:spacing w:line="220" w:lineRule="exact"/>
              <w:ind w:left="317" w:right="-32"/>
              <w:jc w:val="center"/>
              <w:rPr>
                <w:spacing w:val="-6"/>
                <w:sz w:val="20"/>
                <w:szCs w:val="20"/>
              </w:rPr>
            </w:pPr>
            <w:r w:rsidRPr="00D030BF">
              <w:rPr>
                <w:spacing w:val="-6"/>
                <w:sz w:val="20"/>
                <w:szCs w:val="20"/>
                <w:lang w:val="tt-RU"/>
              </w:rPr>
              <w:t>Петербургская урамы</w:t>
            </w:r>
            <w:r w:rsidRPr="00D030BF">
              <w:rPr>
                <w:spacing w:val="-6"/>
                <w:sz w:val="20"/>
                <w:szCs w:val="20"/>
              </w:rPr>
              <w:t xml:space="preserve">, 12 нче йорт, </w:t>
            </w:r>
          </w:p>
          <w:p w:rsidR="00ED52E4" w:rsidRPr="00FB716C" w:rsidRDefault="00ED52E4" w:rsidP="0034676F">
            <w:pPr>
              <w:spacing w:line="220" w:lineRule="exact"/>
              <w:ind w:left="317" w:right="-32"/>
              <w:jc w:val="center"/>
              <w:rPr>
                <w:b/>
                <w:spacing w:val="-6"/>
                <w:sz w:val="28"/>
                <w:szCs w:val="28"/>
              </w:rPr>
            </w:pPr>
            <w:r w:rsidRPr="00D030BF">
              <w:rPr>
                <w:spacing w:val="-6"/>
                <w:sz w:val="20"/>
                <w:szCs w:val="20"/>
                <w:lang w:val="tt-RU"/>
              </w:rPr>
              <w:t>Казан</w:t>
            </w:r>
            <w:r w:rsidRPr="00D030BF">
              <w:rPr>
                <w:spacing w:val="-6"/>
                <w:sz w:val="20"/>
                <w:szCs w:val="20"/>
              </w:rPr>
              <w:t xml:space="preserve"> </w:t>
            </w:r>
            <w:r w:rsidRPr="00D030BF">
              <w:rPr>
                <w:spacing w:val="-6"/>
                <w:sz w:val="20"/>
                <w:szCs w:val="20"/>
                <w:lang w:val="tt-RU"/>
              </w:rPr>
              <w:t>шәһәре</w:t>
            </w:r>
            <w:r w:rsidRPr="00D030BF">
              <w:rPr>
                <w:spacing w:val="-6"/>
                <w:sz w:val="20"/>
                <w:szCs w:val="20"/>
              </w:rPr>
              <w:t>, 420107</w:t>
            </w:r>
          </w:p>
        </w:tc>
      </w:tr>
      <w:tr w:rsidR="006E3F88" w:rsidRPr="00ED6307" w:rsidTr="0034676F">
        <w:trPr>
          <w:trHeight w:val="431"/>
        </w:trPr>
        <w:tc>
          <w:tcPr>
            <w:tcW w:w="4928" w:type="dxa"/>
            <w:gridSpan w:val="3"/>
          </w:tcPr>
          <w:p w:rsidR="006E3F88" w:rsidRPr="00ED6307" w:rsidRDefault="006E3F88" w:rsidP="00E36E8B">
            <w:pPr>
              <w:spacing w:line="220" w:lineRule="exact"/>
              <w:ind w:left="-103" w:right="187"/>
              <w:jc w:val="center"/>
              <w:rPr>
                <w:spacing w:val="-6"/>
                <w:sz w:val="16"/>
                <w:szCs w:val="20"/>
              </w:rPr>
            </w:pPr>
          </w:p>
        </w:tc>
        <w:tc>
          <w:tcPr>
            <w:tcW w:w="4895" w:type="dxa"/>
            <w:gridSpan w:val="4"/>
          </w:tcPr>
          <w:p w:rsidR="006E3F88" w:rsidRPr="00ED6307" w:rsidRDefault="006E3F88" w:rsidP="00E36E8B">
            <w:pPr>
              <w:spacing w:line="220" w:lineRule="exact"/>
              <w:ind w:left="-141" w:right="-110"/>
              <w:jc w:val="center"/>
              <w:rPr>
                <w:spacing w:val="-6"/>
                <w:sz w:val="16"/>
                <w:szCs w:val="20"/>
                <w:lang w:val="tt-RU"/>
              </w:rPr>
            </w:pPr>
          </w:p>
        </w:tc>
      </w:tr>
      <w:tr w:rsidR="00DD4682" w:rsidRPr="0034676F" w:rsidTr="00BD2039">
        <w:trPr>
          <w:gridBefore w:val="1"/>
          <w:gridAfter w:val="1"/>
          <w:wBefore w:w="108" w:type="dxa"/>
          <w:wAfter w:w="76" w:type="dxa"/>
        </w:trPr>
        <w:tc>
          <w:tcPr>
            <w:tcW w:w="9639" w:type="dxa"/>
            <w:gridSpan w:val="5"/>
          </w:tcPr>
          <w:p w:rsidR="00DD4682" w:rsidRPr="0034676F" w:rsidRDefault="00DD4682" w:rsidP="0059085C">
            <w:pPr>
              <w:spacing w:line="220" w:lineRule="exact"/>
              <w:ind w:left="-103" w:right="187"/>
              <w:jc w:val="center"/>
              <w:rPr>
                <w:sz w:val="20"/>
                <w:szCs w:val="20"/>
                <w:lang w:val="en-US"/>
              </w:rPr>
            </w:pPr>
            <w:r w:rsidRPr="00D030BF">
              <w:rPr>
                <w:sz w:val="20"/>
                <w:szCs w:val="20"/>
              </w:rPr>
              <w:t>Тел.</w:t>
            </w:r>
            <w:r w:rsidR="00576B04">
              <w:rPr>
                <w:sz w:val="20"/>
                <w:szCs w:val="20"/>
              </w:rPr>
              <w:t>:</w:t>
            </w:r>
            <w:r w:rsidRPr="00DD4682">
              <w:rPr>
                <w:sz w:val="20"/>
                <w:szCs w:val="20"/>
              </w:rPr>
              <w:t xml:space="preserve"> (843) 222-81-01, </w:t>
            </w:r>
            <w:r w:rsidRPr="00D030BF">
              <w:rPr>
                <w:sz w:val="20"/>
                <w:szCs w:val="20"/>
              </w:rPr>
              <w:t>факс</w:t>
            </w:r>
            <w:r w:rsidR="00576B04">
              <w:rPr>
                <w:sz w:val="20"/>
                <w:szCs w:val="20"/>
              </w:rPr>
              <w:t>:</w:t>
            </w:r>
            <w:r w:rsidRPr="00DD4682">
              <w:rPr>
                <w:sz w:val="20"/>
                <w:szCs w:val="20"/>
              </w:rPr>
              <w:t xml:space="preserve"> (843) 222-81-79</w:t>
            </w:r>
            <w:r>
              <w:rPr>
                <w:sz w:val="20"/>
                <w:szCs w:val="20"/>
              </w:rPr>
              <w:t>.</w:t>
            </w:r>
            <w:r w:rsidRPr="00DD4682">
              <w:rPr>
                <w:sz w:val="20"/>
                <w:szCs w:val="20"/>
              </w:rPr>
              <w:t xml:space="preserve"> </w:t>
            </w:r>
            <w:r w:rsidR="0034676F">
              <w:rPr>
                <w:sz w:val="20"/>
                <w:szCs w:val="20"/>
                <w:lang w:val="en-US"/>
              </w:rPr>
              <w:t xml:space="preserve">E-mail: </w:t>
            </w:r>
            <w:r w:rsidR="0059085C">
              <w:rPr>
                <w:sz w:val="20"/>
                <w:szCs w:val="20"/>
                <w:lang w:val="en-US"/>
              </w:rPr>
              <w:t>minsport</w:t>
            </w:r>
            <w:r w:rsidRPr="0034676F">
              <w:rPr>
                <w:sz w:val="20"/>
                <w:szCs w:val="20"/>
                <w:lang w:val="en-US"/>
              </w:rPr>
              <w:t>@</w:t>
            </w:r>
            <w:r w:rsidRPr="00D030BF">
              <w:rPr>
                <w:sz w:val="20"/>
                <w:szCs w:val="20"/>
                <w:lang w:val="en-US"/>
              </w:rPr>
              <w:t>tatar</w:t>
            </w:r>
            <w:r w:rsidRPr="0034676F">
              <w:rPr>
                <w:sz w:val="20"/>
                <w:szCs w:val="20"/>
                <w:lang w:val="en-US"/>
              </w:rPr>
              <w:t>.</w:t>
            </w:r>
            <w:r w:rsidRPr="00D030BF">
              <w:rPr>
                <w:sz w:val="20"/>
                <w:szCs w:val="20"/>
                <w:lang w:val="en-US"/>
              </w:rPr>
              <w:t>ru</w:t>
            </w:r>
            <w:r w:rsidRPr="0034676F">
              <w:rPr>
                <w:sz w:val="20"/>
                <w:szCs w:val="20"/>
                <w:lang w:val="en-US"/>
              </w:rPr>
              <w:t xml:space="preserve">, </w:t>
            </w:r>
            <w:r w:rsidR="0034676F">
              <w:rPr>
                <w:sz w:val="20"/>
                <w:szCs w:val="20"/>
                <w:lang w:val="en-US"/>
              </w:rPr>
              <w:t>http://</w:t>
            </w:r>
            <w:r w:rsidRPr="00D030BF">
              <w:rPr>
                <w:sz w:val="20"/>
                <w:szCs w:val="20"/>
                <w:lang w:val="en-US"/>
              </w:rPr>
              <w:t>m</w:t>
            </w:r>
            <w:r w:rsidR="003A245E">
              <w:rPr>
                <w:sz w:val="20"/>
                <w:szCs w:val="20"/>
                <w:lang w:val="en-US"/>
              </w:rPr>
              <w:t>insport</w:t>
            </w:r>
            <w:r w:rsidRPr="0034676F">
              <w:rPr>
                <w:sz w:val="20"/>
                <w:szCs w:val="20"/>
                <w:lang w:val="en-US"/>
              </w:rPr>
              <w:t>.</w:t>
            </w:r>
            <w:r w:rsidRPr="00D030BF">
              <w:rPr>
                <w:sz w:val="20"/>
                <w:szCs w:val="20"/>
                <w:lang w:val="en-US"/>
              </w:rPr>
              <w:t>tatar</w:t>
            </w:r>
            <w:r>
              <w:rPr>
                <w:sz w:val="20"/>
                <w:szCs w:val="20"/>
                <w:lang w:val="en-US"/>
              </w:rPr>
              <w:t>stan</w:t>
            </w:r>
            <w:r w:rsidRPr="0034676F">
              <w:rPr>
                <w:sz w:val="20"/>
                <w:szCs w:val="20"/>
                <w:lang w:val="en-US"/>
              </w:rPr>
              <w:t>.</w:t>
            </w:r>
            <w:r w:rsidRPr="00D030BF">
              <w:rPr>
                <w:sz w:val="20"/>
                <w:szCs w:val="20"/>
                <w:lang w:val="en-US"/>
              </w:rPr>
              <w:t>ru</w:t>
            </w:r>
          </w:p>
        </w:tc>
      </w:tr>
      <w:tr w:rsidR="003A5BBC" w:rsidRPr="0034676F" w:rsidTr="00BD2039">
        <w:trPr>
          <w:gridBefore w:val="1"/>
          <w:gridAfter w:val="1"/>
          <w:wBefore w:w="108" w:type="dxa"/>
          <w:wAfter w:w="76" w:type="dxa"/>
        </w:trPr>
        <w:tc>
          <w:tcPr>
            <w:tcW w:w="4995" w:type="dxa"/>
            <w:gridSpan w:val="3"/>
            <w:tcBorders>
              <w:top w:val="single" w:sz="12" w:space="0" w:color="auto"/>
            </w:tcBorders>
          </w:tcPr>
          <w:p w:rsidR="003A5BBC" w:rsidRPr="0034676F" w:rsidRDefault="003A5BBC" w:rsidP="008540C9">
            <w:pPr>
              <w:jc w:val="center"/>
              <w:rPr>
                <w:sz w:val="16"/>
                <w:lang w:val="en-US"/>
              </w:rPr>
            </w:pPr>
          </w:p>
        </w:tc>
        <w:tc>
          <w:tcPr>
            <w:tcW w:w="4644" w:type="dxa"/>
            <w:gridSpan w:val="2"/>
            <w:tcBorders>
              <w:top w:val="single" w:sz="12" w:space="0" w:color="auto"/>
            </w:tcBorders>
          </w:tcPr>
          <w:p w:rsidR="003A5BBC" w:rsidRPr="0034676F" w:rsidRDefault="003A5BBC" w:rsidP="008540C9">
            <w:pPr>
              <w:ind w:left="-8" w:right="-110"/>
              <w:jc w:val="center"/>
              <w:rPr>
                <w:sz w:val="16"/>
                <w:lang w:val="en-US"/>
              </w:rPr>
            </w:pPr>
          </w:p>
        </w:tc>
      </w:tr>
      <w:tr w:rsidR="003A5BBC" w:rsidRPr="00F75D89" w:rsidTr="00D030BF">
        <w:tc>
          <w:tcPr>
            <w:tcW w:w="5103" w:type="dxa"/>
            <w:gridSpan w:val="4"/>
          </w:tcPr>
          <w:p w:rsidR="003A5BBC" w:rsidRPr="00F75D89" w:rsidRDefault="003A5BBC" w:rsidP="00B85D1E">
            <w:pPr>
              <w:spacing w:line="360" w:lineRule="auto"/>
              <w:ind w:left="142"/>
              <w:jc w:val="both"/>
            </w:pPr>
            <w:r w:rsidRPr="00F75D89">
              <w:t>______________ № ______________</w:t>
            </w:r>
          </w:p>
        </w:tc>
        <w:tc>
          <w:tcPr>
            <w:tcW w:w="4720" w:type="dxa"/>
            <w:gridSpan w:val="3"/>
          </w:tcPr>
          <w:p w:rsidR="003A5BBC" w:rsidRPr="00F75D89" w:rsidRDefault="003A5BBC" w:rsidP="008540C9">
            <w:pPr>
              <w:ind w:left="-8" w:right="-110"/>
              <w:jc w:val="center"/>
            </w:pPr>
          </w:p>
        </w:tc>
      </w:tr>
      <w:tr w:rsidR="003A5BBC" w:rsidRPr="00F75D89" w:rsidTr="00D030BF">
        <w:trPr>
          <w:trHeight w:val="332"/>
        </w:trPr>
        <w:tc>
          <w:tcPr>
            <w:tcW w:w="5103" w:type="dxa"/>
            <w:gridSpan w:val="4"/>
          </w:tcPr>
          <w:p w:rsidR="003A5BBC" w:rsidRPr="00F75D89" w:rsidRDefault="003A5BBC" w:rsidP="00B85D1E">
            <w:pPr>
              <w:ind w:left="142"/>
              <w:jc w:val="both"/>
            </w:pPr>
            <w:r w:rsidRPr="00F75D89">
              <w:t>На № __________________________</w:t>
            </w:r>
          </w:p>
        </w:tc>
        <w:tc>
          <w:tcPr>
            <w:tcW w:w="4720" w:type="dxa"/>
            <w:gridSpan w:val="3"/>
          </w:tcPr>
          <w:p w:rsidR="003A5BBC" w:rsidRPr="00F75D89" w:rsidRDefault="003A5BBC" w:rsidP="008540C9">
            <w:pPr>
              <w:ind w:left="-8" w:right="-110"/>
              <w:jc w:val="center"/>
            </w:pPr>
          </w:p>
        </w:tc>
      </w:tr>
    </w:tbl>
    <w:p w:rsidR="004D5DDC" w:rsidRDefault="004D5DDC" w:rsidP="00B56802">
      <w:pPr>
        <w:ind w:left="6237" w:right="-1" w:firstLine="142"/>
        <w:rPr>
          <w:sz w:val="28"/>
          <w:szCs w:val="28"/>
        </w:rPr>
      </w:pPr>
      <w:r w:rsidRPr="00F26207">
        <w:rPr>
          <w:sz w:val="28"/>
          <w:szCs w:val="28"/>
        </w:rPr>
        <w:t xml:space="preserve">Руководителям </w:t>
      </w:r>
    </w:p>
    <w:p w:rsidR="004D5DDC" w:rsidRDefault="004D5DDC" w:rsidP="00B56802">
      <w:pPr>
        <w:ind w:left="6379" w:right="-1"/>
        <w:rPr>
          <w:sz w:val="28"/>
          <w:szCs w:val="28"/>
        </w:rPr>
      </w:pPr>
      <w:r>
        <w:rPr>
          <w:sz w:val="28"/>
          <w:szCs w:val="28"/>
        </w:rPr>
        <w:t>и</w:t>
      </w:r>
      <w:r w:rsidRPr="00F26207">
        <w:rPr>
          <w:sz w:val="28"/>
          <w:szCs w:val="28"/>
        </w:rPr>
        <w:t>сполнительных комитетов муниципальных образований Республики Татарстан</w:t>
      </w:r>
    </w:p>
    <w:p w:rsidR="00936C9C" w:rsidRDefault="00936C9C" w:rsidP="00936C9C">
      <w:pPr>
        <w:ind w:left="6663" w:right="-1" w:hanging="284"/>
        <w:rPr>
          <w:sz w:val="28"/>
          <w:szCs w:val="28"/>
        </w:rPr>
      </w:pPr>
    </w:p>
    <w:p w:rsidR="00936C9C" w:rsidRDefault="00936C9C" w:rsidP="00936C9C">
      <w:pPr>
        <w:ind w:left="6663" w:right="-1" w:hanging="284"/>
        <w:rPr>
          <w:sz w:val="28"/>
          <w:szCs w:val="28"/>
        </w:rPr>
      </w:pPr>
      <w:r>
        <w:rPr>
          <w:sz w:val="28"/>
          <w:szCs w:val="28"/>
        </w:rPr>
        <w:t>Руководителям</w:t>
      </w:r>
    </w:p>
    <w:p w:rsidR="00936C9C" w:rsidRDefault="00936C9C" w:rsidP="00936C9C">
      <w:pPr>
        <w:ind w:left="6663" w:right="-1" w:hanging="284"/>
        <w:rPr>
          <w:sz w:val="28"/>
          <w:szCs w:val="28"/>
        </w:rPr>
      </w:pPr>
      <w:r>
        <w:rPr>
          <w:sz w:val="28"/>
          <w:szCs w:val="28"/>
        </w:rPr>
        <w:t>подведомственных учреждений</w:t>
      </w:r>
    </w:p>
    <w:p w:rsidR="000B1B5F" w:rsidRPr="00BD7A3A" w:rsidRDefault="000B1B5F" w:rsidP="00B56802">
      <w:pPr>
        <w:tabs>
          <w:tab w:val="left" w:pos="851"/>
        </w:tabs>
        <w:ind w:right="54"/>
        <w:rPr>
          <w:sz w:val="28"/>
          <w:szCs w:val="28"/>
        </w:rPr>
      </w:pPr>
    </w:p>
    <w:p w:rsidR="00017277" w:rsidRDefault="004D5DDC" w:rsidP="00B56802">
      <w:pPr>
        <w:jc w:val="center"/>
        <w:rPr>
          <w:b/>
          <w:sz w:val="28"/>
          <w:szCs w:val="28"/>
        </w:rPr>
      </w:pPr>
      <w:r w:rsidRPr="0053069D">
        <w:rPr>
          <w:b/>
          <w:sz w:val="28"/>
          <w:szCs w:val="28"/>
        </w:rPr>
        <w:t>Уважаемые коллеги!</w:t>
      </w:r>
    </w:p>
    <w:p w:rsidR="004D5DDC" w:rsidRPr="00E128D6" w:rsidRDefault="004D5DDC" w:rsidP="00B56802">
      <w:pPr>
        <w:jc w:val="center"/>
        <w:rPr>
          <w:b/>
          <w:sz w:val="28"/>
          <w:szCs w:val="28"/>
        </w:rPr>
      </w:pPr>
    </w:p>
    <w:p w:rsidR="00494791" w:rsidRDefault="00217B0D" w:rsidP="00052C92">
      <w:pPr>
        <w:pStyle w:val="1"/>
        <w:suppressAutoHyphens/>
        <w:spacing w:line="360" w:lineRule="auto"/>
        <w:ind w:firstLine="851"/>
        <w:jc w:val="both"/>
      </w:pPr>
      <w:r>
        <w:t xml:space="preserve">В соответствии с письмом </w:t>
      </w:r>
      <w:r w:rsidR="00653D69">
        <w:t>ГАУ «Молодежный центр «Сэлэт - Ак Барс»</w:t>
      </w:r>
      <w:r w:rsidR="002341C5">
        <w:t xml:space="preserve"> </w:t>
      </w:r>
      <w:r w:rsidR="00936C9C">
        <w:t>(далее –</w:t>
      </w:r>
      <w:r w:rsidR="00494791">
        <w:t xml:space="preserve"> М</w:t>
      </w:r>
      <w:r w:rsidR="00936C9C">
        <w:t xml:space="preserve">олодежный центр) </w:t>
      </w:r>
      <w:r w:rsidR="00653D69">
        <w:t>от 06.06</w:t>
      </w:r>
      <w:r>
        <w:t xml:space="preserve">.2023 № </w:t>
      </w:r>
      <w:r w:rsidR="00653D69">
        <w:t>115</w:t>
      </w:r>
      <w:r w:rsidR="00494791">
        <w:t xml:space="preserve"> в летний период 2023 года в Республике Крым планируется проведение 4 детских профильных смен в Молодежном центре.</w:t>
      </w:r>
    </w:p>
    <w:p w:rsidR="002341C5" w:rsidRDefault="00494791" w:rsidP="00052C92">
      <w:pPr>
        <w:pStyle w:val="1"/>
        <w:suppressAutoHyphens/>
        <w:spacing w:line="360" w:lineRule="auto"/>
        <w:ind w:firstLine="851"/>
        <w:jc w:val="both"/>
      </w:pPr>
      <w:r>
        <w:t xml:space="preserve">Учитывая вышеизложенное, </w:t>
      </w:r>
      <w:r w:rsidR="00936C9C">
        <w:t>просим Вас рассмотреть возможность участия</w:t>
      </w:r>
      <w:r w:rsidR="00936C9C">
        <w:t xml:space="preserve"> </w:t>
      </w:r>
      <w:r>
        <w:t>занимающихся</w:t>
      </w:r>
      <w:r w:rsidR="00936C9C">
        <w:t xml:space="preserve"> спортивных школ</w:t>
      </w:r>
      <w:r w:rsidR="00936C9C">
        <w:t xml:space="preserve"> в </w:t>
      </w:r>
      <w:r w:rsidR="00936C9C">
        <w:t>летних профильных сменах</w:t>
      </w:r>
      <w:r>
        <w:t xml:space="preserve"> М</w:t>
      </w:r>
      <w:r w:rsidR="00936C9C">
        <w:t>олодежного центра</w:t>
      </w:r>
      <w:r w:rsidR="002341C5">
        <w:t>.</w:t>
      </w:r>
    </w:p>
    <w:p w:rsidR="00936C9C" w:rsidRDefault="005C13C9" w:rsidP="00052C92">
      <w:pPr>
        <w:pStyle w:val="1"/>
        <w:suppressAutoHyphens/>
        <w:spacing w:line="360" w:lineRule="auto"/>
        <w:ind w:firstLine="851"/>
        <w:jc w:val="both"/>
      </w:pPr>
      <w:r>
        <w:t>В случае принятия</w:t>
      </w:r>
      <w:r w:rsidR="00936C9C">
        <w:t xml:space="preserve"> </w:t>
      </w:r>
      <w:r>
        <w:t>решения об участии</w:t>
      </w:r>
      <w:r w:rsidR="00494791">
        <w:t xml:space="preserve"> </w:t>
      </w:r>
      <w:bookmarkStart w:id="0" w:name="_GoBack"/>
      <w:bookmarkEnd w:id="0"/>
      <w:r w:rsidR="00936C9C">
        <w:t xml:space="preserve">просим Вас </w:t>
      </w:r>
      <w:r w:rsidR="00A81027">
        <w:t>проинформировать Министерство спорта Республики Татарстан о</w:t>
      </w:r>
      <w:r w:rsidR="00936C9C">
        <w:t xml:space="preserve"> количестве </w:t>
      </w:r>
      <w:r w:rsidR="00494791">
        <w:t>участников и датах</w:t>
      </w:r>
      <w:r w:rsidR="00936C9C">
        <w:t xml:space="preserve"> поездки.</w:t>
      </w:r>
    </w:p>
    <w:p w:rsidR="00653D69" w:rsidRDefault="00653D69" w:rsidP="004006D2">
      <w:pPr>
        <w:pStyle w:val="1"/>
        <w:suppressAutoHyphens/>
        <w:spacing w:line="360" w:lineRule="auto"/>
        <w:ind w:firstLine="851"/>
        <w:jc w:val="both"/>
      </w:pPr>
      <w:r>
        <w:t>Приложение: на 6</w:t>
      </w:r>
      <w:r w:rsidR="00A81027">
        <w:t xml:space="preserve"> </w:t>
      </w:r>
      <w:r>
        <w:t>л. в 1 экз.</w:t>
      </w:r>
    </w:p>
    <w:p w:rsidR="007A4A9C" w:rsidRDefault="007A4A9C" w:rsidP="00B56802">
      <w:pPr>
        <w:jc w:val="both"/>
        <w:rPr>
          <w:sz w:val="28"/>
          <w:szCs w:val="28"/>
        </w:rPr>
      </w:pPr>
    </w:p>
    <w:p w:rsidR="00670A50" w:rsidRDefault="00670A50" w:rsidP="00B56802">
      <w:pPr>
        <w:jc w:val="both"/>
        <w:rPr>
          <w:sz w:val="28"/>
          <w:szCs w:val="28"/>
        </w:rPr>
      </w:pPr>
    </w:p>
    <w:tbl>
      <w:tblPr>
        <w:tblW w:w="10456" w:type="dxa"/>
        <w:tblInd w:w="-142" w:type="dxa"/>
        <w:tblLook w:val="04A0" w:firstRow="1" w:lastRow="0" w:firstColumn="1" w:lastColumn="0" w:noHBand="0" w:noVBand="1"/>
      </w:tblPr>
      <w:tblGrid>
        <w:gridCol w:w="5096"/>
        <w:gridCol w:w="5360"/>
      </w:tblGrid>
      <w:tr w:rsidR="00270502" w:rsidRPr="005A0E4E" w:rsidTr="000D5E1A">
        <w:tc>
          <w:tcPr>
            <w:tcW w:w="5096" w:type="dxa"/>
            <w:hideMark/>
          </w:tcPr>
          <w:p w:rsidR="007A4A9C" w:rsidRDefault="007A4A9C" w:rsidP="00B56802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заместитель министра                                                                                </w:t>
            </w:r>
          </w:p>
          <w:p w:rsidR="00270502" w:rsidRDefault="00270502" w:rsidP="00B56802">
            <w:pPr>
              <w:jc w:val="both"/>
              <w:rPr>
                <w:sz w:val="28"/>
                <w:szCs w:val="28"/>
              </w:rPr>
            </w:pPr>
          </w:p>
          <w:p w:rsidR="00052C92" w:rsidRDefault="00052C92" w:rsidP="00B56802">
            <w:pPr>
              <w:jc w:val="both"/>
              <w:rPr>
                <w:sz w:val="28"/>
                <w:szCs w:val="28"/>
              </w:rPr>
            </w:pPr>
          </w:p>
          <w:p w:rsidR="00052C92" w:rsidRDefault="00052C92" w:rsidP="00B56802">
            <w:pPr>
              <w:jc w:val="both"/>
              <w:rPr>
                <w:sz w:val="28"/>
                <w:szCs w:val="28"/>
              </w:rPr>
            </w:pPr>
          </w:p>
          <w:p w:rsidR="00052C92" w:rsidRDefault="00052C92" w:rsidP="00B56802">
            <w:pPr>
              <w:jc w:val="both"/>
              <w:rPr>
                <w:sz w:val="28"/>
                <w:szCs w:val="28"/>
              </w:rPr>
            </w:pPr>
          </w:p>
          <w:p w:rsidR="004006D2" w:rsidRDefault="004006D2" w:rsidP="00B56802">
            <w:pPr>
              <w:jc w:val="both"/>
              <w:rPr>
                <w:sz w:val="28"/>
                <w:szCs w:val="28"/>
              </w:rPr>
            </w:pPr>
          </w:p>
          <w:p w:rsidR="00A81027" w:rsidRDefault="00A81027" w:rsidP="00B56802">
            <w:pPr>
              <w:jc w:val="both"/>
              <w:rPr>
                <w:sz w:val="28"/>
                <w:szCs w:val="28"/>
              </w:rPr>
            </w:pPr>
          </w:p>
          <w:p w:rsidR="00052C92" w:rsidRDefault="00052C92" w:rsidP="00B56802">
            <w:pPr>
              <w:jc w:val="both"/>
              <w:rPr>
                <w:sz w:val="28"/>
                <w:szCs w:val="28"/>
              </w:rPr>
            </w:pPr>
          </w:p>
          <w:p w:rsidR="00052C92" w:rsidRPr="005A0E4E" w:rsidRDefault="00052C92" w:rsidP="00B5680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60" w:type="dxa"/>
            <w:hideMark/>
          </w:tcPr>
          <w:p w:rsidR="00270502" w:rsidRPr="005A0E4E" w:rsidRDefault="00270502" w:rsidP="00B56802">
            <w:pPr>
              <w:tabs>
                <w:tab w:val="left" w:pos="4869"/>
              </w:tabs>
              <w:ind w:right="-111"/>
              <w:jc w:val="center"/>
              <w:rPr>
                <w:sz w:val="28"/>
                <w:szCs w:val="28"/>
              </w:rPr>
            </w:pPr>
            <w:r w:rsidRPr="005A0E4E">
              <w:rPr>
                <w:sz w:val="28"/>
                <w:szCs w:val="28"/>
              </w:rPr>
              <w:t xml:space="preserve">                                           Х.Х.Шайхутдинов</w:t>
            </w:r>
          </w:p>
        </w:tc>
      </w:tr>
    </w:tbl>
    <w:p w:rsidR="00D01F85" w:rsidRPr="00086008" w:rsidRDefault="00D01F85" w:rsidP="00D01F85">
      <w:pPr>
        <w:ind w:left="-142"/>
        <w:jc w:val="both"/>
      </w:pPr>
      <w:r>
        <w:t>В.В.Берлин</w:t>
      </w:r>
    </w:p>
    <w:p w:rsidR="00F229EF" w:rsidRPr="00A8511C" w:rsidRDefault="00D01F85" w:rsidP="00A8511C">
      <w:pPr>
        <w:ind w:hanging="142"/>
        <w:jc w:val="both"/>
        <w:rPr>
          <w:sz w:val="28"/>
          <w:szCs w:val="28"/>
        </w:rPr>
      </w:pPr>
      <w:r>
        <w:t>8 (843) 222 81 52</w:t>
      </w:r>
    </w:p>
    <w:sectPr w:rsidR="00F229EF" w:rsidRPr="00A8511C" w:rsidSect="00BD75B5">
      <w:pgSz w:w="11906" w:h="16838" w:code="9"/>
      <w:pgMar w:top="1134" w:right="567" w:bottom="1134" w:left="1134" w:header="709" w:footer="10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134" w:rsidRDefault="00691134">
      <w:r>
        <w:separator/>
      </w:r>
    </w:p>
  </w:endnote>
  <w:endnote w:type="continuationSeparator" w:id="0">
    <w:p w:rsidR="00691134" w:rsidRDefault="00691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134" w:rsidRDefault="00691134">
      <w:r>
        <w:separator/>
      </w:r>
    </w:p>
  </w:footnote>
  <w:footnote w:type="continuationSeparator" w:id="0">
    <w:p w:rsidR="00691134" w:rsidRDefault="006911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977"/>
    <w:rsid w:val="000024E0"/>
    <w:rsid w:val="00002A03"/>
    <w:rsid w:val="00002EE1"/>
    <w:rsid w:val="000075DA"/>
    <w:rsid w:val="00014AA6"/>
    <w:rsid w:val="00017277"/>
    <w:rsid w:val="000262BF"/>
    <w:rsid w:val="00046779"/>
    <w:rsid w:val="00052C92"/>
    <w:rsid w:val="0006446F"/>
    <w:rsid w:val="000670A2"/>
    <w:rsid w:val="00072CD7"/>
    <w:rsid w:val="00073D24"/>
    <w:rsid w:val="00087620"/>
    <w:rsid w:val="00093A7F"/>
    <w:rsid w:val="000A0076"/>
    <w:rsid w:val="000B0495"/>
    <w:rsid w:val="000B1A17"/>
    <w:rsid w:val="000B1B5F"/>
    <w:rsid w:val="000B43B0"/>
    <w:rsid w:val="000C3331"/>
    <w:rsid w:val="000C3E46"/>
    <w:rsid w:val="000C4BA7"/>
    <w:rsid w:val="000D3AF5"/>
    <w:rsid w:val="000D4B0A"/>
    <w:rsid w:val="000D55BD"/>
    <w:rsid w:val="000D6548"/>
    <w:rsid w:val="000D6DF3"/>
    <w:rsid w:val="000D7016"/>
    <w:rsid w:val="000E1BDC"/>
    <w:rsid w:val="000E2601"/>
    <w:rsid w:val="000E56E2"/>
    <w:rsid w:val="000E65F2"/>
    <w:rsid w:val="0012181E"/>
    <w:rsid w:val="00121EC5"/>
    <w:rsid w:val="001240AE"/>
    <w:rsid w:val="00134CE4"/>
    <w:rsid w:val="00146D9B"/>
    <w:rsid w:val="00154A0B"/>
    <w:rsid w:val="00154E17"/>
    <w:rsid w:val="001664C9"/>
    <w:rsid w:val="00175546"/>
    <w:rsid w:val="0018439A"/>
    <w:rsid w:val="00186271"/>
    <w:rsid w:val="001A0A77"/>
    <w:rsid w:val="001A27BA"/>
    <w:rsid w:val="001C6812"/>
    <w:rsid w:val="001D0A36"/>
    <w:rsid w:val="001D3958"/>
    <w:rsid w:val="001D598C"/>
    <w:rsid w:val="001D5BDF"/>
    <w:rsid w:val="001E6F49"/>
    <w:rsid w:val="001F1CA1"/>
    <w:rsid w:val="001F1D73"/>
    <w:rsid w:val="001F7620"/>
    <w:rsid w:val="00207EF8"/>
    <w:rsid w:val="002161E5"/>
    <w:rsid w:val="0021783B"/>
    <w:rsid w:val="00217B0D"/>
    <w:rsid w:val="00221D18"/>
    <w:rsid w:val="00222EB6"/>
    <w:rsid w:val="0023088B"/>
    <w:rsid w:val="00231766"/>
    <w:rsid w:val="002335E8"/>
    <w:rsid w:val="002341C5"/>
    <w:rsid w:val="00242C1F"/>
    <w:rsid w:val="00256B4D"/>
    <w:rsid w:val="00257774"/>
    <w:rsid w:val="002647B6"/>
    <w:rsid w:val="00264C70"/>
    <w:rsid w:val="00267029"/>
    <w:rsid w:val="00270502"/>
    <w:rsid w:val="0027494B"/>
    <w:rsid w:val="00277558"/>
    <w:rsid w:val="00280AA0"/>
    <w:rsid w:val="002857C2"/>
    <w:rsid w:val="00296689"/>
    <w:rsid w:val="002A267D"/>
    <w:rsid w:val="002A5A81"/>
    <w:rsid w:val="002B3633"/>
    <w:rsid w:val="002B4EB1"/>
    <w:rsid w:val="002B5C2A"/>
    <w:rsid w:val="002D6C08"/>
    <w:rsid w:val="002E608C"/>
    <w:rsid w:val="002E6C21"/>
    <w:rsid w:val="002F56F5"/>
    <w:rsid w:val="00320C0F"/>
    <w:rsid w:val="0032258C"/>
    <w:rsid w:val="00325544"/>
    <w:rsid w:val="0034187E"/>
    <w:rsid w:val="0034676F"/>
    <w:rsid w:val="0035261C"/>
    <w:rsid w:val="003532EF"/>
    <w:rsid w:val="00353E45"/>
    <w:rsid w:val="003619D2"/>
    <w:rsid w:val="003750E6"/>
    <w:rsid w:val="003764DF"/>
    <w:rsid w:val="0038282C"/>
    <w:rsid w:val="00385473"/>
    <w:rsid w:val="0038775C"/>
    <w:rsid w:val="00387F73"/>
    <w:rsid w:val="003903DF"/>
    <w:rsid w:val="003925B0"/>
    <w:rsid w:val="003A245E"/>
    <w:rsid w:val="003A5BBC"/>
    <w:rsid w:val="003A5DDD"/>
    <w:rsid w:val="003B0FC6"/>
    <w:rsid w:val="003B1E7D"/>
    <w:rsid w:val="003C066D"/>
    <w:rsid w:val="003C5D22"/>
    <w:rsid w:val="003C6AF7"/>
    <w:rsid w:val="003D095B"/>
    <w:rsid w:val="003D17FD"/>
    <w:rsid w:val="003D420A"/>
    <w:rsid w:val="003D4B9E"/>
    <w:rsid w:val="003E2074"/>
    <w:rsid w:val="003E2847"/>
    <w:rsid w:val="003E58D1"/>
    <w:rsid w:val="003E58F3"/>
    <w:rsid w:val="003F0537"/>
    <w:rsid w:val="003F2C9C"/>
    <w:rsid w:val="003F4568"/>
    <w:rsid w:val="00400608"/>
    <w:rsid w:val="004006D2"/>
    <w:rsid w:val="00403043"/>
    <w:rsid w:val="00403B26"/>
    <w:rsid w:val="00403D72"/>
    <w:rsid w:val="00404A73"/>
    <w:rsid w:val="0041200B"/>
    <w:rsid w:val="0041455E"/>
    <w:rsid w:val="004301A7"/>
    <w:rsid w:val="00430F50"/>
    <w:rsid w:val="00447FBA"/>
    <w:rsid w:val="004606B2"/>
    <w:rsid w:val="00464664"/>
    <w:rsid w:val="00467965"/>
    <w:rsid w:val="00494791"/>
    <w:rsid w:val="004B342A"/>
    <w:rsid w:val="004B4B21"/>
    <w:rsid w:val="004C1B5C"/>
    <w:rsid w:val="004C37E1"/>
    <w:rsid w:val="004D2D4A"/>
    <w:rsid w:val="004D5DDC"/>
    <w:rsid w:val="004D7189"/>
    <w:rsid w:val="004E7C75"/>
    <w:rsid w:val="004F75C4"/>
    <w:rsid w:val="004F7850"/>
    <w:rsid w:val="005005E0"/>
    <w:rsid w:val="00501B8C"/>
    <w:rsid w:val="00504250"/>
    <w:rsid w:val="005166A1"/>
    <w:rsid w:val="00516960"/>
    <w:rsid w:val="00517AF1"/>
    <w:rsid w:val="0052163D"/>
    <w:rsid w:val="0052614A"/>
    <w:rsid w:val="005336A4"/>
    <w:rsid w:val="00556C0D"/>
    <w:rsid w:val="00565164"/>
    <w:rsid w:val="005722AE"/>
    <w:rsid w:val="00572A33"/>
    <w:rsid w:val="00576B04"/>
    <w:rsid w:val="00576E2C"/>
    <w:rsid w:val="0058105B"/>
    <w:rsid w:val="00582347"/>
    <w:rsid w:val="00583458"/>
    <w:rsid w:val="005869F7"/>
    <w:rsid w:val="0059085C"/>
    <w:rsid w:val="00594755"/>
    <w:rsid w:val="005A3203"/>
    <w:rsid w:val="005A757F"/>
    <w:rsid w:val="005A7879"/>
    <w:rsid w:val="005C13C9"/>
    <w:rsid w:val="005C3143"/>
    <w:rsid w:val="005C540F"/>
    <w:rsid w:val="005C7B64"/>
    <w:rsid w:val="005D1E52"/>
    <w:rsid w:val="005E3CC4"/>
    <w:rsid w:val="005F562A"/>
    <w:rsid w:val="00600909"/>
    <w:rsid w:val="006120B3"/>
    <w:rsid w:val="00614BF3"/>
    <w:rsid w:val="00615383"/>
    <w:rsid w:val="00615544"/>
    <w:rsid w:val="00624E72"/>
    <w:rsid w:val="006317F8"/>
    <w:rsid w:val="006366A3"/>
    <w:rsid w:val="00641EB9"/>
    <w:rsid w:val="00642695"/>
    <w:rsid w:val="006435B7"/>
    <w:rsid w:val="006435B8"/>
    <w:rsid w:val="00653D69"/>
    <w:rsid w:val="00654629"/>
    <w:rsid w:val="0066057B"/>
    <w:rsid w:val="00670A50"/>
    <w:rsid w:val="006717C8"/>
    <w:rsid w:val="00673CD5"/>
    <w:rsid w:val="00674927"/>
    <w:rsid w:val="00681310"/>
    <w:rsid w:val="0068368F"/>
    <w:rsid w:val="006836CC"/>
    <w:rsid w:val="00684581"/>
    <w:rsid w:val="00691134"/>
    <w:rsid w:val="006932BC"/>
    <w:rsid w:val="00696C08"/>
    <w:rsid w:val="00697E16"/>
    <w:rsid w:val="006A0697"/>
    <w:rsid w:val="006A2936"/>
    <w:rsid w:val="006A40F5"/>
    <w:rsid w:val="006A7A50"/>
    <w:rsid w:val="006A7DFD"/>
    <w:rsid w:val="006B3F32"/>
    <w:rsid w:val="006C4C16"/>
    <w:rsid w:val="006C505F"/>
    <w:rsid w:val="006C643B"/>
    <w:rsid w:val="006D5977"/>
    <w:rsid w:val="006D7981"/>
    <w:rsid w:val="006E3F88"/>
    <w:rsid w:val="006E6074"/>
    <w:rsid w:val="006F0F33"/>
    <w:rsid w:val="006F2B81"/>
    <w:rsid w:val="006F4527"/>
    <w:rsid w:val="006F49D1"/>
    <w:rsid w:val="006F5C1B"/>
    <w:rsid w:val="00701ABB"/>
    <w:rsid w:val="00703748"/>
    <w:rsid w:val="00706B69"/>
    <w:rsid w:val="0071017C"/>
    <w:rsid w:val="00710899"/>
    <w:rsid w:val="00735309"/>
    <w:rsid w:val="007466AA"/>
    <w:rsid w:val="00756CDC"/>
    <w:rsid w:val="00761F8D"/>
    <w:rsid w:val="00763CAC"/>
    <w:rsid w:val="00770A41"/>
    <w:rsid w:val="00774AFD"/>
    <w:rsid w:val="007760AA"/>
    <w:rsid w:val="00783762"/>
    <w:rsid w:val="00787BAE"/>
    <w:rsid w:val="00792322"/>
    <w:rsid w:val="0079599A"/>
    <w:rsid w:val="007A39C1"/>
    <w:rsid w:val="007A4A9C"/>
    <w:rsid w:val="007B15DD"/>
    <w:rsid w:val="007B27AE"/>
    <w:rsid w:val="007D156C"/>
    <w:rsid w:val="007D1D8B"/>
    <w:rsid w:val="007E24BE"/>
    <w:rsid w:val="007E5571"/>
    <w:rsid w:val="007E7872"/>
    <w:rsid w:val="0080235B"/>
    <w:rsid w:val="00806313"/>
    <w:rsid w:val="00813D86"/>
    <w:rsid w:val="008169EB"/>
    <w:rsid w:val="00845CE9"/>
    <w:rsid w:val="0085347A"/>
    <w:rsid w:val="008540C9"/>
    <w:rsid w:val="0086462D"/>
    <w:rsid w:val="00870901"/>
    <w:rsid w:val="0087456B"/>
    <w:rsid w:val="008768CA"/>
    <w:rsid w:val="00877A4D"/>
    <w:rsid w:val="00877B49"/>
    <w:rsid w:val="008973DF"/>
    <w:rsid w:val="008A11A6"/>
    <w:rsid w:val="008A29FF"/>
    <w:rsid w:val="008A7A68"/>
    <w:rsid w:val="008B5CE4"/>
    <w:rsid w:val="008C45F0"/>
    <w:rsid w:val="008D448A"/>
    <w:rsid w:val="008F1872"/>
    <w:rsid w:val="008F4A75"/>
    <w:rsid w:val="008F52E0"/>
    <w:rsid w:val="008F786C"/>
    <w:rsid w:val="009027CB"/>
    <w:rsid w:val="00902966"/>
    <w:rsid w:val="00907491"/>
    <w:rsid w:val="00907E1C"/>
    <w:rsid w:val="00922FCF"/>
    <w:rsid w:val="00933342"/>
    <w:rsid w:val="00934808"/>
    <w:rsid w:val="00936C9C"/>
    <w:rsid w:val="00947B5F"/>
    <w:rsid w:val="00955FF8"/>
    <w:rsid w:val="0095668E"/>
    <w:rsid w:val="00960BC6"/>
    <w:rsid w:val="009622AD"/>
    <w:rsid w:val="00973EF9"/>
    <w:rsid w:val="00975C3A"/>
    <w:rsid w:val="0098141F"/>
    <w:rsid w:val="00986E01"/>
    <w:rsid w:val="00987C79"/>
    <w:rsid w:val="00996175"/>
    <w:rsid w:val="009A3600"/>
    <w:rsid w:val="009A423C"/>
    <w:rsid w:val="009B3D82"/>
    <w:rsid w:val="009C1308"/>
    <w:rsid w:val="009C61FF"/>
    <w:rsid w:val="009D6E69"/>
    <w:rsid w:val="009E22B5"/>
    <w:rsid w:val="009E77FE"/>
    <w:rsid w:val="009F0349"/>
    <w:rsid w:val="009F0376"/>
    <w:rsid w:val="00A06648"/>
    <w:rsid w:val="00A1022D"/>
    <w:rsid w:val="00A22440"/>
    <w:rsid w:val="00A2519B"/>
    <w:rsid w:val="00A265C8"/>
    <w:rsid w:val="00A31484"/>
    <w:rsid w:val="00A3436E"/>
    <w:rsid w:val="00A37E90"/>
    <w:rsid w:val="00A40DF0"/>
    <w:rsid w:val="00A4241A"/>
    <w:rsid w:val="00A46818"/>
    <w:rsid w:val="00A47271"/>
    <w:rsid w:val="00A5344D"/>
    <w:rsid w:val="00A571B0"/>
    <w:rsid w:val="00A72528"/>
    <w:rsid w:val="00A741E3"/>
    <w:rsid w:val="00A81027"/>
    <w:rsid w:val="00A81649"/>
    <w:rsid w:val="00A8511C"/>
    <w:rsid w:val="00A905AF"/>
    <w:rsid w:val="00A90F63"/>
    <w:rsid w:val="00A9315C"/>
    <w:rsid w:val="00A94F29"/>
    <w:rsid w:val="00A95F64"/>
    <w:rsid w:val="00A960C4"/>
    <w:rsid w:val="00AB2DB5"/>
    <w:rsid w:val="00AC138F"/>
    <w:rsid w:val="00AC7893"/>
    <w:rsid w:val="00AE1622"/>
    <w:rsid w:val="00AE1E67"/>
    <w:rsid w:val="00AE4609"/>
    <w:rsid w:val="00AE55C7"/>
    <w:rsid w:val="00AE77D3"/>
    <w:rsid w:val="00AF16C0"/>
    <w:rsid w:val="00B00F53"/>
    <w:rsid w:val="00B2303D"/>
    <w:rsid w:val="00B33E2E"/>
    <w:rsid w:val="00B47653"/>
    <w:rsid w:val="00B56802"/>
    <w:rsid w:val="00B762C2"/>
    <w:rsid w:val="00B81561"/>
    <w:rsid w:val="00B85D1E"/>
    <w:rsid w:val="00B91DD1"/>
    <w:rsid w:val="00B91DE1"/>
    <w:rsid w:val="00BA1143"/>
    <w:rsid w:val="00BA6E1D"/>
    <w:rsid w:val="00BB7711"/>
    <w:rsid w:val="00BC0BA5"/>
    <w:rsid w:val="00BD2039"/>
    <w:rsid w:val="00BD377C"/>
    <w:rsid w:val="00BD75B5"/>
    <w:rsid w:val="00BD7A3A"/>
    <w:rsid w:val="00BE2097"/>
    <w:rsid w:val="00BE3897"/>
    <w:rsid w:val="00BF63AF"/>
    <w:rsid w:val="00BF7F8E"/>
    <w:rsid w:val="00C00014"/>
    <w:rsid w:val="00C02EDC"/>
    <w:rsid w:val="00C1528B"/>
    <w:rsid w:val="00C15A96"/>
    <w:rsid w:val="00C243E7"/>
    <w:rsid w:val="00C25FC6"/>
    <w:rsid w:val="00C26623"/>
    <w:rsid w:val="00C42DB2"/>
    <w:rsid w:val="00C46D65"/>
    <w:rsid w:val="00C46E90"/>
    <w:rsid w:val="00C60E4B"/>
    <w:rsid w:val="00C6308B"/>
    <w:rsid w:val="00C72343"/>
    <w:rsid w:val="00C73281"/>
    <w:rsid w:val="00C85183"/>
    <w:rsid w:val="00C919A2"/>
    <w:rsid w:val="00C9250B"/>
    <w:rsid w:val="00C94626"/>
    <w:rsid w:val="00CA217D"/>
    <w:rsid w:val="00CA47B1"/>
    <w:rsid w:val="00CA491E"/>
    <w:rsid w:val="00CB2207"/>
    <w:rsid w:val="00CB30F7"/>
    <w:rsid w:val="00CB3754"/>
    <w:rsid w:val="00CB3DF1"/>
    <w:rsid w:val="00CB73AB"/>
    <w:rsid w:val="00CC0295"/>
    <w:rsid w:val="00CC5851"/>
    <w:rsid w:val="00CD21F5"/>
    <w:rsid w:val="00CE1B39"/>
    <w:rsid w:val="00CE3CF3"/>
    <w:rsid w:val="00CF4AAD"/>
    <w:rsid w:val="00D01F85"/>
    <w:rsid w:val="00D030BF"/>
    <w:rsid w:val="00D0647C"/>
    <w:rsid w:val="00D06A35"/>
    <w:rsid w:val="00D07D31"/>
    <w:rsid w:val="00D21001"/>
    <w:rsid w:val="00D21B4F"/>
    <w:rsid w:val="00D2715D"/>
    <w:rsid w:val="00D3400D"/>
    <w:rsid w:val="00D37FEC"/>
    <w:rsid w:val="00D44C3A"/>
    <w:rsid w:val="00D45585"/>
    <w:rsid w:val="00D521E3"/>
    <w:rsid w:val="00D61C9B"/>
    <w:rsid w:val="00D75828"/>
    <w:rsid w:val="00D83B25"/>
    <w:rsid w:val="00D875E7"/>
    <w:rsid w:val="00D934A9"/>
    <w:rsid w:val="00D96217"/>
    <w:rsid w:val="00D96A2F"/>
    <w:rsid w:val="00DA0195"/>
    <w:rsid w:val="00DA5935"/>
    <w:rsid w:val="00DB031E"/>
    <w:rsid w:val="00DB73E9"/>
    <w:rsid w:val="00DC566D"/>
    <w:rsid w:val="00DC7325"/>
    <w:rsid w:val="00DD4682"/>
    <w:rsid w:val="00DD623C"/>
    <w:rsid w:val="00DE370B"/>
    <w:rsid w:val="00DF2AE3"/>
    <w:rsid w:val="00E02DF9"/>
    <w:rsid w:val="00E06CB5"/>
    <w:rsid w:val="00E071A2"/>
    <w:rsid w:val="00E1152F"/>
    <w:rsid w:val="00E124A5"/>
    <w:rsid w:val="00E15E45"/>
    <w:rsid w:val="00E1731D"/>
    <w:rsid w:val="00E21B7E"/>
    <w:rsid w:val="00E23388"/>
    <w:rsid w:val="00E24812"/>
    <w:rsid w:val="00E36E8B"/>
    <w:rsid w:val="00E45A5F"/>
    <w:rsid w:val="00E51CAE"/>
    <w:rsid w:val="00E56731"/>
    <w:rsid w:val="00E65541"/>
    <w:rsid w:val="00E6556B"/>
    <w:rsid w:val="00E74482"/>
    <w:rsid w:val="00E75E6E"/>
    <w:rsid w:val="00E82228"/>
    <w:rsid w:val="00E86463"/>
    <w:rsid w:val="00E86A9C"/>
    <w:rsid w:val="00E87C5F"/>
    <w:rsid w:val="00EA6F7D"/>
    <w:rsid w:val="00EA7652"/>
    <w:rsid w:val="00EB363C"/>
    <w:rsid w:val="00EB3F7C"/>
    <w:rsid w:val="00EB5481"/>
    <w:rsid w:val="00EB7A8A"/>
    <w:rsid w:val="00ED52E4"/>
    <w:rsid w:val="00ED6307"/>
    <w:rsid w:val="00EF7538"/>
    <w:rsid w:val="00F0053D"/>
    <w:rsid w:val="00F15BC0"/>
    <w:rsid w:val="00F2216A"/>
    <w:rsid w:val="00F229EF"/>
    <w:rsid w:val="00F27E93"/>
    <w:rsid w:val="00F33715"/>
    <w:rsid w:val="00F34DBC"/>
    <w:rsid w:val="00F51969"/>
    <w:rsid w:val="00F545AD"/>
    <w:rsid w:val="00F62BF4"/>
    <w:rsid w:val="00F632D6"/>
    <w:rsid w:val="00F746E4"/>
    <w:rsid w:val="00F75D89"/>
    <w:rsid w:val="00F83C29"/>
    <w:rsid w:val="00F921D6"/>
    <w:rsid w:val="00FA518A"/>
    <w:rsid w:val="00FA66EC"/>
    <w:rsid w:val="00FB49BE"/>
    <w:rsid w:val="00FB5EDB"/>
    <w:rsid w:val="00FB61C0"/>
    <w:rsid w:val="00FB6578"/>
    <w:rsid w:val="00FB716C"/>
    <w:rsid w:val="00FC04C1"/>
    <w:rsid w:val="00FC17BD"/>
    <w:rsid w:val="00FD08B1"/>
    <w:rsid w:val="00FD4CBC"/>
    <w:rsid w:val="00FE2C76"/>
    <w:rsid w:val="00FF1004"/>
    <w:rsid w:val="00FF43A6"/>
    <w:rsid w:val="00FF4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7478EF"/>
  <w15:docId w15:val="{BCB707C1-E294-4D17-842C-B47BA9314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731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2E6C2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6731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E56731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412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DE370B"/>
    <w:rPr>
      <w:color w:val="0000FF"/>
      <w:u w:val="single"/>
    </w:rPr>
  </w:style>
  <w:style w:type="paragraph" w:styleId="a7">
    <w:name w:val="Balloon Text"/>
    <w:basedOn w:val="a"/>
    <w:semiHidden/>
    <w:rsid w:val="00BF63AF"/>
    <w:rPr>
      <w:rFonts w:ascii="Tahoma" w:hAnsi="Tahoma" w:cs="Tahoma"/>
      <w:sz w:val="16"/>
      <w:szCs w:val="16"/>
    </w:rPr>
  </w:style>
  <w:style w:type="paragraph" w:customStyle="1" w:styleId="Style9">
    <w:name w:val="Style9"/>
    <w:basedOn w:val="a"/>
    <w:uiPriority w:val="99"/>
    <w:rsid w:val="00017277"/>
    <w:pPr>
      <w:widowControl w:val="0"/>
      <w:autoSpaceDE w:val="0"/>
      <w:autoSpaceDN w:val="0"/>
      <w:adjustRightInd w:val="0"/>
      <w:spacing w:line="433" w:lineRule="exact"/>
      <w:ind w:firstLine="562"/>
      <w:jc w:val="both"/>
    </w:pPr>
  </w:style>
  <w:style w:type="character" w:customStyle="1" w:styleId="20">
    <w:name w:val="Заголовок 2 Знак"/>
    <w:basedOn w:val="a0"/>
    <w:link w:val="2"/>
    <w:semiHidden/>
    <w:rsid w:val="002E6C2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">
    <w:name w:val="Ñòèëü1"/>
    <w:basedOn w:val="a"/>
    <w:link w:val="10"/>
    <w:rsid w:val="004D5DDC"/>
    <w:pPr>
      <w:spacing w:line="288" w:lineRule="auto"/>
    </w:pPr>
    <w:rPr>
      <w:sz w:val="28"/>
      <w:szCs w:val="20"/>
    </w:rPr>
  </w:style>
  <w:style w:type="character" w:customStyle="1" w:styleId="10">
    <w:name w:val="Ñòèëü1 Знак"/>
    <w:link w:val="1"/>
    <w:rsid w:val="004D5DDC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4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4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2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94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57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2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6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8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9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3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0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1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8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8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14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7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1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8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2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9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9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6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8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5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4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7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9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2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1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7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6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8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8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0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3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2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3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6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0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3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9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5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4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2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6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9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8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8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0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7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1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5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7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2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9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072919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0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99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05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0014885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13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825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88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81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40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03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02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971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6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7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42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49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36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85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05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63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405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45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33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96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0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57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3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22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34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75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62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96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9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56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78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3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7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0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7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9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ldr\Desktop\&#1041;&#1083;&#1072;&#1085;&#1082;2014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6EE5D-6457-4C3C-A9C2-3309F4560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Бланк2014.dotx</Template>
  <TotalTime>399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ДЕЛАМ МОЛОДЕЖИ, СПОРТУ И ТУРИЗМУ</vt:lpstr>
    </vt:vector>
  </TitlesOfParts>
  <Company>МДМС РТ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ДЕЛАМ МОЛОДЕЖИ, СПОРТУ И ТУРИЗМУ</dc:title>
  <dc:creator>Ildr</dc:creator>
  <cp:lastModifiedBy>User</cp:lastModifiedBy>
  <cp:revision>37</cp:revision>
  <cp:lastPrinted>2023-03-01T06:56:00Z</cp:lastPrinted>
  <dcterms:created xsi:type="dcterms:W3CDTF">2023-01-25T08:46:00Z</dcterms:created>
  <dcterms:modified xsi:type="dcterms:W3CDTF">2023-06-09T14:15:00Z</dcterms:modified>
</cp:coreProperties>
</file>